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A047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57B180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4F473" w14:textId="5E7F353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42FCC" w:rsidRPr="00342FCC">
        <w:rPr>
          <w:rFonts w:ascii="Corbel" w:hAnsi="Corbel"/>
          <w:smallCaps/>
          <w:sz w:val="24"/>
          <w:szCs w:val="24"/>
        </w:rPr>
        <w:t>202</w:t>
      </w:r>
      <w:r w:rsidR="00B156ED">
        <w:rPr>
          <w:rFonts w:ascii="Corbel" w:hAnsi="Corbel"/>
          <w:smallCaps/>
          <w:sz w:val="24"/>
          <w:szCs w:val="24"/>
        </w:rPr>
        <w:t>1</w:t>
      </w:r>
      <w:r w:rsidR="00342FCC" w:rsidRPr="00342FCC">
        <w:rPr>
          <w:rFonts w:ascii="Corbel" w:hAnsi="Corbel"/>
          <w:smallCaps/>
          <w:sz w:val="24"/>
          <w:szCs w:val="24"/>
        </w:rPr>
        <w:t>-202</w:t>
      </w:r>
      <w:r w:rsidR="00B156ED">
        <w:rPr>
          <w:rFonts w:ascii="Corbel" w:hAnsi="Corbel"/>
          <w:smallCaps/>
          <w:sz w:val="24"/>
          <w:szCs w:val="24"/>
        </w:rPr>
        <w:t>4</w:t>
      </w:r>
    </w:p>
    <w:p w14:paraId="6C328CA8" w14:textId="4464EEE3" w:rsidR="006702ED" w:rsidRPr="00EA4832" w:rsidRDefault="00445970" w:rsidP="00342F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4BF2656">
        <w:rPr>
          <w:rFonts w:ascii="Corbel" w:hAnsi="Corbel"/>
          <w:sz w:val="20"/>
          <w:szCs w:val="20"/>
        </w:rPr>
        <w:t>Rok akademicki</w:t>
      </w:r>
      <w:r w:rsidR="00342FCC" w:rsidRPr="14BF2656">
        <w:rPr>
          <w:rFonts w:ascii="Corbel" w:hAnsi="Corbel"/>
          <w:sz w:val="20"/>
          <w:szCs w:val="20"/>
        </w:rPr>
        <w:t>:</w:t>
      </w:r>
      <w:r w:rsidRPr="14BF2656">
        <w:rPr>
          <w:rFonts w:ascii="Corbel" w:hAnsi="Corbel"/>
          <w:sz w:val="20"/>
          <w:szCs w:val="20"/>
        </w:rPr>
        <w:t xml:space="preserve"> </w:t>
      </w:r>
      <w:r w:rsidR="006702ED" w:rsidRPr="14BF2656">
        <w:rPr>
          <w:rFonts w:ascii="Corbel" w:hAnsi="Corbel"/>
          <w:sz w:val="20"/>
          <w:szCs w:val="20"/>
        </w:rPr>
        <w:t>202</w:t>
      </w:r>
      <w:r w:rsidR="00B156ED">
        <w:rPr>
          <w:rFonts w:ascii="Corbel" w:hAnsi="Corbel"/>
          <w:sz w:val="20"/>
          <w:szCs w:val="20"/>
        </w:rPr>
        <w:t>2</w:t>
      </w:r>
      <w:r w:rsidR="006702ED" w:rsidRPr="14BF2656">
        <w:rPr>
          <w:rFonts w:ascii="Corbel" w:hAnsi="Corbel"/>
          <w:sz w:val="20"/>
          <w:szCs w:val="20"/>
        </w:rPr>
        <w:t>/202</w:t>
      </w:r>
      <w:r w:rsidR="00B156ED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6A4B01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8BC1A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4CDABD" w14:textId="77777777" w:rsidTr="4BB019A2">
        <w:tc>
          <w:tcPr>
            <w:tcW w:w="2694" w:type="dxa"/>
            <w:vAlign w:val="center"/>
          </w:tcPr>
          <w:p w14:paraId="04C0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F1A4D1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A5AE36E" w14:textId="77777777" w:rsidTr="4BB019A2">
        <w:tc>
          <w:tcPr>
            <w:tcW w:w="2694" w:type="dxa"/>
            <w:vAlign w:val="center"/>
          </w:tcPr>
          <w:p w14:paraId="22706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EBBA67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E/I/EP/C.5</w:t>
            </w:r>
          </w:p>
        </w:tc>
      </w:tr>
      <w:tr w:rsidR="0085747A" w:rsidRPr="009C54AE" w14:paraId="3C2339FE" w14:textId="77777777" w:rsidTr="4BB019A2">
        <w:tc>
          <w:tcPr>
            <w:tcW w:w="2694" w:type="dxa"/>
            <w:vAlign w:val="center"/>
          </w:tcPr>
          <w:p w14:paraId="5BD3968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4383C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F7E286" w14:textId="77777777" w:rsidTr="4BB019A2">
        <w:tc>
          <w:tcPr>
            <w:tcW w:w="2694" w:type="dxa"/>
            <w:vAlign w:val="center"/>
          </w:tcPr>
          <w:p w14:paraId="2E749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E3E5E8" w14:textId="77777777" w:rsidR="0085747A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296A3BA" w14:textId="77777777" w:rsidTr="4BB019A2">
        <w:tc>
          <w:tcPr>
            <w:tcW w:w="2694" w:type="dxa"/>
            <w:vAlign w:val="center"/>
          </w:tcPr>
          <w:p w14:paraId="65BA28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AE30E6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268F148" w14:textId="77777777" w:rsidTr="4BB019A2">
        <w:tc>
          <w:tcPr>
            <w:tcW w:w="2694" w:type="dxa"/>
            <w:vAlign w:val="center"/>
          </w:tcPr>
          <w:p w14:paraId="6813C4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692979" w14:textId="77777777" w:rsidR="0085747A" w:rsidRPr="00342FCC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F91EC44" w14:textId="77777777" w:rsidTr="4BB019A2">
        <w:tc>
          <w:tcPr>
            <w:tcW w:w="2694" w:type="dxa"/>
            <w:vAlign w:val="center"/>
          </w:tcPr>
          <w:p w14:paraId="7EFD27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DAA8F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D42E59" w14:textId="77777777" w:rsidTr="4BB019A2">
        <w:tc>
          <w:tcPr>
            <w:tcW w:w="2694" w:type="dxa"/>
            <w:vAlign w:val="center"/>
          </w:tcPr>
          <w:p w14:paraId="4C21D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59CB2C" w14:textId="005339EB" w:rsidR="0085747A" w:rsidRPr="00250712" w:rsidRDefault="00250712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5071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A8C90FB" w14:textId="77777777" w:rsidTr="4BB019A2">
        <w:tc>
          <w:tcPr>
            <w:tcW w:w="2694" w:type="dxa"/>
            <w:vAlign w:val="center"/>
          </w:tcPr>
          <w:p w14:paraId="740304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D4033A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F169F53" w14:textId="77777777" w:rsidTr="4BB019A2">
        <w:tc>
          <w:tcPr>
            <w:tcW w:w="2694" w:type="dxa"/>
            <w:vAlign w:val="center"/>
          </w:tcPr>
          <w:p w14:paraId="4DA29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763686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6458DF" w14:textId="77777777" w:rsidTr="4BB019A2">
        <w:tc>
          <w:tcPr>
            <w:tcW w:w="2694" w:type="dxa"/>
            <w:vAlign w:val="center"/>
          </w:tcPr>
          <w:p w14:paraId="01EB1B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91A499" w14:textId="77777777" w:rsidR="00923D7D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40E49A1F" w14:textId="77777777" w:rsidTr="4BB019A2">
        <w:tc>
          <w:tcPr>
            <w:tcW w:w="2694" w:type="dxa"/>
            <w:vAlign w:val="center"/>
          </w:tcPr>
          <w:p w14:paraId="25B26B4F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CB78C3" w14:textId="77777777" w:rsidR="006702ED" w:rsidRPr="009C54AE" w:rsidRDefault="00342FCC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>
              <w:rPr>
                <w:rFonts w:ascii="Corbel" w:hAnsi="Corbel"/>
                <w:b w:val="0"/>
                <w:sz w:val="24"/>
                <w:szCs w:val="24"/>
              </w:rPr>
              <w:t>r hab. Katarzyna Szara, prof. UR</w:t>
            </w:r>
          </w:p>
        </w:tc>
      </w:tr>
      <w:tr w:rsidR="006702ED" w:rsidRPr="009C54AE" w14:paraId="3C854430" w14:textId="77777777" w:rsidTr="4BB019A2">
        <w:tc>
          <w:tcPr>
            <w:tcW w:w="2694" w:type="dxa"/>
            <w:vAlign w:val="center"/>
          </w:tcPr>
          <w:p w14:paraId="1CF96377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699BA8" w14:textId="51FE0A2D" w:rsidR="006702ED" w:rsidRPr="009C54AE" w:rsidRDefault="51FB90FA" w:rsidP="1FE2B3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B019A2">
              <w:rPr>
                <w:rFonts w:ascii="Corbel" w:hAnsi="Corbel"/>
                <w:b w:val="0"/>
                <w:sz w:val="24"/>
                <w:szCs w:val="24"/>
              </w:rPr>
              <w:t xml:space="preserve">dr Marta Kawa, </w:t>
            </w:r>
            <w:r w:rsidR="00342FCC" w:rsidRPr="4BB019A2">
              <w:rPr>
                <w:rFonts w:ascii="Corbel" w:hAnsi="Corbel"/>
                <w:b w:val="0"/>
                <w:sz w:val="24"/>
                <w:szCs w:val="24"/>
              </w:rPr>
              <w:t>dr Beata Gierczak-</w:t>
            </w:r>
            <w:r w:rsidR="006702ED" w:rsidRPr="4BB019A2">
              <w:rPr>
                <w:rFonts w:ascii="Corbel" w:hAnsi="Corbel"/>
                <w:b w:val="0"/>
                <w:sz w:val="24"/>
                <w:szCs w:val="24"/>
              </w:rPr>
              <w:t xml:space="preserve">Korzeniowska, mgr Karolina </w:t>
            </w:r>
            <w:r w:rsidR="50192963" w:rsidRPr="4BB019A2">
              <w:rPr>
                <w:rFonts w:ascii="Corbel" w:hAnsi="Corbel"/>
                <w:b w:val="0"/>
                <w:sz w:val="24"/>
                <w:szCs w:val="24"/>
              </w:rPr>
              <w:t>Je</w:t>
            </w:r>
            <w:r w:rsidR="690A63C9" w:rsidRPr="4BB019A2">
              <w:rPr>
                <w:rFonts w:ascii="Corbel" w:hAnsi="Corbel"/>
                <w:b w:val="0"/>
                <w:sz w:val="24"/>
                <w:szCs w:val="24"/>
              </w:rPr>
              <w:t>zierska</w:t>
            </w:r>
          </w:p>
        </w:tc>
      </w:tr>
    </w:tbl>
    <w:p w14:paraId="5F95BC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2FC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131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342FC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5D597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F972E4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8A8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776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9F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1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2A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22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E2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07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1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4AA175" w14:textId="77777777" w:rsidTr="001846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7E40" w14:textId="77777777" w:rsidR="00015B8F" w:rsidRPr="009C54AE" w:rsidRDefault="006702ED" w:rsidP="001846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4CE5" w14:textId="54322820" w:rsidR="00015B8F" w:rsidRPr="009C54AE" w:rsidRDefault="00250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B964" w14:textId="06F99342" w:rsidR="00015B8F" w:rsidRPr="009C54AE" w:rsidRDefault="002507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72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9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E7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6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2F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0BC6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98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031F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654001" w14:textId="77777777" w:rsidR="008B17AB" w:rsidRPr="00FD7701" w:rsidRDefault="008B17AB" w:rsidP="008B17A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185507C9" w14:textId="77777777" w:rsidR="008B17AB" w:rsidRPr="00FD7701" w:rsidRDefault="008B17AB" w:rsidP="008B17A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1798F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28FDD" w14:textId="081BDFE5" w:rsidR="00E22FBC" w:rsidRPr="009C54AE" w:rsidRDefault="00E22FBC" w:rsidP="14BF265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BF2656">
        <w:rPr>
          <w:rFonts w:ascii="Corbel" w:hAnsi="Corbel"/>
          <w:smallCaps w:val="0"/>
        </w:rPr>
        <w:t>1.3</w:t>
      </w:r>
      <w:r w:rsidR="00342FCC" w:rsidRPr="14BF2656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14BF2656">
        <w:rPr>
          <w:rFonts w:ascii="Corbel" w:hAnsi="Corbel"/>
          <w:smallCaps w:val="0"/>
        </w:rPr>
        <w:t>For</w:t>
      </w:r>
      <w:r w:rsidR="00445970" w:rsidRPr="14BF2656">
        <w:rPr>
          <w:rFonts w:ascii="Corbel" w:hAnsi="Corbel"/>
          <w:smallCaps w:val="0"/>
        </w:rPr>
        <w:t xml:space="preserve">ma zaliczenia </w:t>
      </w:r>
      <w:r w:rsidR="70BACCF9" w:rsidRPr="14BF2656">
        <w:rPr>
          <w:rFonts w:ascii="Corbel" w:hAnsi="Corbel"/>
          <w:smallCaps w:val="0"/>
        </w:rPr>
        <w:t>przedmiotu (</w:t>
      </w:r>
      <w:r w:rsidRPr="14BF2656">
        <w:rPr>
          <w:rFonts w:ascii="Corbel" w:hAnsi="Corbel"/>
          <w:smallCaps w:val="0"/>
        </w:rPr>
        <w:t xml:space="preserve">z toku) </w:t>
      </w:r>
      <w:r w:rsidRPr="14BF2656">
        <w:rPr>
          <w:rFonts w:ascii="Corbel" w:hAnsi="Corbel"/>
          <w:b w:val="0"/>
          <w:smallCaps w:val="0"/>
        </w:rPr>
        <w:t>(egzamin, zaliczenie z oceną, zaliczenie bez oceny)</w:t>
      </w:r>
    </w:p>
    <w:p w14:paraId="5905E175" w14:textId="77777777" w:rsidR="006702ED" w:rsidRPr="00DD654F" w:rsidRDefault="00342FCC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1A738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1573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342FCC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E1BE94B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437403" w14:textId="77777777" w:rsidTr="00745302">
        <w:tc>
          <w:tcPr>
            <w:tcW w:w="9670" w:type="dxa"/>
          </w:tcPr>
          <w:p w14:paraId="4FD1B617" w14:textId="77777777" w:rsidR="0085747A" w:rsidRPr="009C54AE" w:rsidRDefault="006702ED" w:rsidP="00342F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62AB193A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32955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C660E5" w14:textId="58F3ACA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342FCC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68007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869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342FC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A654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0842CE70" w14:textId="77777777" w:rsidTr="006702ED">
        <w:tc>
          <w:tcPr>
            <w:tcW w:w="841" w:type="dxa"/>
            <w:vAlign w:val="center"/>
          </w:tcPr>
          <w:p w14:paraId="29123A0A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3B495B5D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</w:t>
            </w:r>
            <w:r w:rsidR="00342FCC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 i z funkcjonowaniem poszczególnych jego obszarów. </w:t>
            </w:r>
          </w:p>
        </w:tc>
      </w:tr>
      <w:tr w:rsidR="006702ED" w:rsidRPr="009C54AE" w14:paraId="040DDB27" w14:textId="77777777" w:rsidTr="006702ED">
        <w:tc>
          <w:tcPr>
            <w:tcW w:w="841" w:type="dxa"/>
            <w:vAlign w:val="center"/>
          </w:tcPr>
          <w:p w14:paraId="05F6556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636815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2761ADD" w14:textId="77777777" w:rsidTr="006702ED">
        <w:tc>
          <w:tcPr>
            <w:tcW w:w="841" w:type="dxa"/>
            <w:vAlign w:val="center"/>
          </w:tcPr>
          <w:p w14:paraId="229D1F24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00C075DC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4337263B" w14:textId="77777777" w:rsidTr="006702ED">
        <w:tc>
          <w:tcPr>
            <w:tcW w:w="841" w:type="dxa"/>
            <w:vAlign w:val="center"/>
          </w:tcPr>
          <w:p w14:paraId="37F174F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4521F815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C26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210E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35F6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23828E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80F844E" w14:textId="77777777" w:rsidTr="002E2C01">
        <w:tc>
          <w:tcPr>
            <w:tcW w:w="1681" w:type="dxa"/>
            <w:vAlign w:val="center"/>
          </w:tcPr>
          <w:p w14:paraId="2F857B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DD2B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5DC1B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C01" w:rsidRPr="009C54AE" w14:paraId="4550C086" w14:textId="77777777" w:rsidTr="002E2C01">
        <w:tc>
          <w:tcPr>
            <w:tcW w:w="1681" w:type="dxa"/>
            <w:vAlign w:val="center"/>
          </w:tcPr>
          <w:p w14:paraId="26537496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AAC6692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2E7E533" w14:textId="77777777" w:rsidR="002E2C01" w:rsidRPr="009C54AE" w:rsidRDefault="002E2C01" w:rsidP="0034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D35309B" w14:textId="77777777" w:rsidTr="002E2C01">
        <w:tc>
          <w:tcPr>
            <w:tcW w:w="1681" w:type="dxa"/>
          </w:tcPr>
          <w:p w14:paraId="45F6BD3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C55CA4" w14:textId="77777777" w:rsidR="002E2C01" w:rsidRPr="009C54AE" w:rsidRDefault="002E2C01" w:rsidP="0034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charakteryzuje podstawowe formy organizacyjno</w:t>
            </w:r>
            <w:r w:rsidR="00342FC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7FD6D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0662F3F2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43F010CC" w14:textId="77777777" w:rsidTr="002E2C01">
        <w:tc>
          <w:tcPr>
            <w:tcW w:w="1681" w:type="dxa"/>
          </w:tcPr>
          <w:p w14:paraId="1C966BCC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1B24182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87EE3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FCBAE71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2E2C01" w:rsidRPr="009C54AE" w14:paraId="0C189441" w14:textId="77777777" w:rsidTr="00836F8D">
        <w:tc>
          <w:tcPr>
            <w:tcW w:w="1681" w:type="dxa"/>
            <w:shd w:val="clear" w:color="auto" w:fill="auto"/>
          </w:tcPr>
          <w:p w14:paraId="6BC143BD" w14:textId="77777777" w:rsidR="002E2C01" w:rsidRPr="00836F8D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shd w:val="clear" w:color="auto" w:fill="auto"/>
          </w:tcPr>
          <w:p w14:paraId="70509D7F" w14:textId="77777777" w:rsidR="002E2C01" w:rsidRPr="00836F8D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5FB70A72" w14:textId="77777777" w:rsidR="002E2C01" w:rsidRPr="00836F8D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25FC3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DB218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35F6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CA261FC" w14:textId="77777777" w:rsidR="0018469B" w:rsidRPr="009C54AE" w:rsidRDefault="001846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95B286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EE9E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A2BAA" w14:textId="77777777" w:rsidTr="002E2C01">
        <w:tc>
          <w:tcPr>
            <w:tcW w:w="9520" w:type="dxa"/>
          </w:tcPr>
          <w:p w14:paraId="4E410DC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6E3ECC6E" w14:textId="77777777" w:rsidTr="002E2C01">
        <w:tc>
          <w:tcPr>
            <w:tcW w:w="9520" w:type="dxa"/>
          </w:tcPr>
          <w:p w14:paraId="7129DE3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0920940" w14:textId="77777777" w:rsidTr="002E2C01">
        <w:tc>
          <w:tcPr>
            <w:tcW w:w="9520" w:type="dxa"/>
          </w:tcPr>
          <w:p w14:paraId="7A3579E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492BC57" w14:textId="77777777" w:rsidTr="002E2C01">
        <w:tc>
          <w:tcPr>
            <w:tcW w:w="9520" w:type="dxa"/>
          </w:tcPr>
          <w:p w14:paraId="2D79CBF8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A16A726" w14:textId="77777777" w:rsidTr="002E2C01">
        <w:tc>
          <w:tcPr>
            <w:tcW w:w="9520" w:type="dxa"/>
          </w:tcPr>
          <w:p w14:paraId="7C5027E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EAC7439" w14:textId="77777777" w:rsidTr="002E2C01">
        <w:tc>
          <w:tcPr>
            <w:tcW w:w="9520" w:type="dxa"/>
          </w:tcPr>
          <w:p w14:paraId="4217308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DF8431" w14:textId="77777777" w:rsidTr="002E2C01">
        <w:tc>
          <w:tcPr>
            <w:tcW w:w="9520" w:type="dxa"/>
          </w:tcPr>
          <w:p w14:paraId="08F35A6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2E2C01" w:rsidRPr="009C54AE" w14:paraId="715F4981" w14:textId="77777777" w:rsidTr="002E2C01">
        <w:tc>
          <w:tcPr>
            <w:tcW w:w="9520" w:type="dxa"/>
          </w:tcPr>
          <w:p w14:paraId="6BDF522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2787A16" w14:textId="77777777" w:rsidTr="002E2C01">
        <w:tc>
          <w:tcPr>
            <w:tcW w:w="9520" w:type="dxa"/>
          </w:tcPr>
          <w:p w14:paraId="6F93C1A3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F05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BED97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6A56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08BD5" w14:textId="77777777" w:rsidTr="002E2C01">
        <w:tc>
          <w:tcPr>
            <w:tcW w:w="9520" w:type="dxa"/>
          </w:tcPr>
          <w:p w14:paraId="1DA346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8C60C19" w14:textId="77777777" w:rsidTr="002E2C01">
        <w:tc>
          <w:tcPr>
            <w:tcW w:w="9520" w:type="dxa"/>
          </w:tcPr>
          <w:p w14:paraId="10611DEF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A33393A" w14:textId="77777777" w:rsidTr="002E2C01">
        <w:tc>
          <w:tcPr>
            <w:tcW w:w="9520" w:type="dxa"/>
          </w:tcPr>
          <w:p w14:paraId="60CB16B6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Wybór formy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3FE8370" w14:textId="77777777" w:rsidTr="002E2C01">
        <w:tc>
          <w:tcPr>
            <w:tcW w:w="9520" w:type="dxa"/>
          </w:tcPr>
          <w:p w14:paraId="4A27629A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2EF9109" w14:textId="77777777" w:rsidTr="002E2C01">
        <w:tc>
          <w:tcPr>
            <w:tcW w:w="9520" w:type="dxa"/>
          </w:tcPr>
          <w:p w14:paraId="3605433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0F23D65" w14:textId="77777777" w:rsidTr="002E2C01">
        <w:tc>
          <w:tcPr>
            <w:tcW w:w="9520" w:type="dxa"/>
          </w:tcPr>
          <w:p w14:paraId="3B9BBEC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62D8A37" w14:textId="77777777" w:rsidTr="002E2C01">
        <w:tc>
          <w:tcPr>
            <w:tcW w:w="9520" w:type="dxa"/>
          </w:tcPr>
          <w:p w14:paraId="482A3484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zdolności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przedsiębiorstwa</w:t>
            </w:r>
            <w:proofErr w:type="spellEnd"/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F08DFD0" w14:textId="77777777" w:rsidTr="002E2C01">
        <w:tc>
          <w:tcPr>
            <w:tcW w:w="9520" w:type="dxa"/>
          </w:tcPr>
          <w:p w14:paraId="6C1C26C9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A44D933" w14:textId="77777777" w:rsidTr="002E2C01">
        <w:tc>
          <w:tcPr>
            <w:tcW w:w="9520" w:type="dxa"/>
          </w:tcPr>
          <w:p w14:paraId="627EEC8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739522E" w14:textId="77777777" w:rsidTr="002E2C01">
        <w:tc>
          <w:tcPr>
            <w:tcW w:w="9520" w:type="dxa"/>
          </w:tcPr>
          <w:p w14:paraId="7E4D516A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F8B273C" w14:textId="77777777" w:rsidTr="002E2C01">
        <w:tc>
          <w:tcPr>
            <w:tcW w:w="9520" w:type="dxa"/>
          </w:tcPr>
          <w:p w14:paraId="6D12A68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FF5A94C" w14:textId="77777777" w:rsidTr="002E2C01">
        <w:tc>
          <w:tcPr>
            <w:tcW w:w="9520" w:type="dxa"/>
          </w:tcPr>
          <w:p w14:paraId="186D30CB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89E0795" w14:textId="77777777" w:rsidTr="002E2C01">
        <w:tc>
          <w:tcPr>
            <w:tcW w:w="9520" w:type="dxa"/>
          </w:tcPr>
          <w:p w14:paraId="7E6CA25F" w14:textId="77777777" w:rsidR="002E2C01" w:rsidRPr="00E42D65" w:rsidRDefault="002E2C01" w:rsidP="0018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postępu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72B5CF83" w14:textId="77777777" w:rsidTr="002E2C01">
        <w:tc>
          <w:tcPr>
            <w:tcW w:w="9520" w:type="dxa"/>
          </w:tcPr>
          <w:p w14:paraId="5195965A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074ADAD8" w14:textId="77777777" w:rsidTr="002E2C01">
        <w:tc>
          <w:tcPr>
            <w:tcW w:w="9520" w:type="dxa"/>
          </w:tcPr>
          <w:p w14:paraId="43E6C61B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2E2C01" w:rsidRPr="009C54AE" w14:paraId="4F17FDB6" w14:textId="77777777" w:rsidTr="002E2C01">
        <w:tc>
          <w:tcPr>
            <w:tcW w:w="9520" w:type="dxa"/>
          </w:tcPr>
          <w:p w14:paraId="5DBA4C8F" w14:textId="77777777" w:rsidR="002E2C01" w:rsidRPr="00C65F1C" w:rsidRDefault="00CA284D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="002E2C01" w:rsidRPr="00C65F1C">
              <w:rPr>
                <w:rFonts w:ascii="Corbel" w:hAnsi="Corbel"/>
                <w:sz w:val="24"/>
                <w:szCs w:val="24"/>
              </w:rPr>
              <w:t>olskim</w:t>
            </w:r>
            <w:r w:rsidR="002E2C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6D21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3CE4B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31EA2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49CA5" w14:textId="77777777" w:rsidR="002E2C01" w:rsidRDefault="002E2C01" w:rsidP="002E2C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A1C69" w14:textId="77777777" w:rsidR="00E960BB" w:rsidRPr="002E2C01" w:rsidRDefault="002E2C01" w:rsidP="00E9217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E92173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E92173">
        <w:rPr>
          <w:rFonts w:ascii="Corbel" w:hAnsi="Corbel"/>
          <w:b w:val="0"/>
          <w:smallCaps w:val="0"/>
          <w:szCs w:val="24"/>
        </w:rPr>
        <w:t xml:space="preserve"> </w:t>
      </w:r>
      <w:r w:rsidR="00E92173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E92173" w:rsidRPr="009F1407">
        <w:rPr>
          <w:rFonts w:ascii="Corbel" w:hAnsi="Corbel"/>
          <w:b w:val="0"/>
          <w:smallCaps w:val="0"/>
          <w:szCs w:val="24"/>
        </w:rPr>
        <w:t>lub realizowan</w:t>
      </w:r>
      <w:r w:rsidR="00E92173">
        <w:rPr>
          <w:rFonts w:ascii="Corbel" w:hAnsi="Corbel"/>
          <w:b w:val="0"/>
          <w:smallCaps w:val="0"/>
          <w:szCs w:val="24"/>
        </w:rPr>
        <w:t>e</w:t>
      </w:r>
      <w:r w:rsidR="00E92173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E92173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E92173">
        <w:rPr>
          <w:rFonts w:ascii="Corbel" w:hAnsi="Corbel"/>
          <w:b w:val="0"/>
          <w:smallCaps w:val="0"/>
          <w:szCs w:val="24"/>
        </w:rPr>
        <w:t>.</w:t>
      </w:r>
    </w:p>
    <w:p w14:paraId="6860EA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0C0CA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4E9A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B96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1D25B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3D2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DC78CB" w14:textId="77777777" w:rsidTr="4BB019A2">
        <w:tc>
          <w:tcPr>
            <w:tcW w:w="1962" w:type="dxa"/>
            <w:vAlign w:val="center"/>
          </w:tcPr>
          <w:p w14:paraId="484BD2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E770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E492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FFC9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E90E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2C01" w:rsidRPr="009C54AE" w14:paraId="0C8302C2" w14:textId="77777777" w:rsidTr="4BB019A2">
        <w:tc>
          <w:tcPr>
            <w:tcW w:w="1962" w:type="dxa"/>
          </w:tcPr>
          <w:p w14:paraId="0612D8DE" w14:textId="77777777" w:rsidR="002E2C01" w:rsidRPr="009C54AE" w:rsidRDefault="0018469B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C167D50" w14:textId="0B57CB70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FAD7B60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</w:tcPr>
          <w:p w14:paraId="25D2368A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0402168F" w14:textId="77777777" w:rsidTr="4BB019A2">
        <w:tc>
          <w:tcPr>
            <w:tcW w:w="1962" w:type="dxa"/>
          </w:tcPr>
          <w:p w14:paraId="190D8FEA" w14:textId="77777777" w:rsidR="002E2C01" w:rsidRPr="009C54AE" w:rsidRDefault="00836F8D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856C9C4" w14:textId="02337017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831E195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zajęć, egzamin pisemny</w:t>
            </w:r>
          </w:p>
        </w:tc>
        <w:tc>
          <w:tcPr>
            <w:tcW w:w="2117" w:type="dxa"/>
          </w:tcPr>
          <w:p w14:paraId="74874229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7DF293F" w14:textId="77777777" w:rsidTr="4BB019A2">
        <w:tc>
          <w:tcPr>
            <w:tcW w:w="1962" w:type="dxa"/>
          </w:tcPr>
          <w:p w14:paraId="5F282292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1C324D7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E2C0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raca grupowa, 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66911DD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2E2C01" w:rsidRPr="009C54AE" w14:paraId="05FFC31F" w14:textId="77777777" w:rsidTr="4BB019A2">
        <w:tc>
          <w:tcPr>
            <w:tcW w:w="1962" w:type="dxa"/>
          </w:tcPr>
          <w:p w14:paraId="673E272F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7212FC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postawy, ocena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ezentowanego stanowiska, opinii</w:t>
            </w:r>
          </w:p>
        </w:tc>
        <w:tc>
          <w:tcPr>
            <w:tcW w:w="2117" w:type="dxa"/>
          </w:tcPr>
          <w:p w14:paraId="714F3060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FED33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2B0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8469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9E13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3B8A1C" w14:textId="77777777" w:rsidTr="52FD03CA">
        <w:tc>
          <w:tcPr>
            <w:tcW w:w="9670" w:type="dxa"/>
          </w:tcPr>
          <w:p w14:paraId="27E0968B" w14:textId="3F29F9C5" w:rsidR="0018469B" w:rsidRDefault="002537CD" w:rsidP="4A34E98F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ćwiczeń </w:t>
            </w:r>
            <w:r w:rsidR="445933EE"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jest wypadkową</w:t>
            </w:r>
            <w:r w:rsidR="6430605F"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</w:p>
          <w:p w14:paraId="53F1F7E1" w14:textId="62806497" w:rsidR="0018469B" w:rsidRDefault="002537CD" w:rsidP="4A34E98F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="0018469B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B35F6A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p</w:t>
            </w:r>
            <w:r w:rsidR="019A4961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racy pisemnej </w:t>
            </w:r>
            <w:r w:rsidR="0018469B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(kolokwium</w:t>
            </w:r>
            <w:r w:rsidR="694929C1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- 60%</w:t>
            </w:r>
            <w:r w:rsidR="0018469B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)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7894F320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pozytywną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</w:t>
            </w:r>
            <w:r w:rsidR="000EFBD7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musi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uzyska</w:t>
            </w:r>
            <w:r w:rsidR="7CF15735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ć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51% wym</w:t>
            </w:r>
            <w:r w:rsidRPr="26F80357">
              <w:rPr>
                <w:rFonts w:ascii="Corbel" w:hAnsi="Corbel"/>
                <w:sz w:val="24"/>
                <w:szCs w:val="24"/>
              </w:rPr>
              <w:t>aganych punktów,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43621CD6" w14:textId="15FDDD3E" w:rsidR="0018469B" w:rsidRDefault="172BA437" w:rsidP="4A34E98F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 w:rsidR="002537CD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a także</w:t>
            </w:r>
            <w:r w:rsidR="788B82A3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rozwiązywanie zadań</w:t>
            </w:r>
            <w:r w:rsidR="5D19E938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(10%)</w:t>
            </w:r>
            <w:r w:rsidR="788B82A3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002537CD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obecność na zajęciach i aktywność przy analizie tekstów</w:t>
            </w:r>
            <w:r w:rsidR="1897F46F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(30%)</w:t>
            </w:r>
            <w:r w:rsidR="002537CD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="0018469B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5F91230" w14:textId="5CFBBBA4" w:rsidR="0085747A" w:rsidRPr="002537CD" w:rsidRDefault="0018469B" w:rsidP="26F803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>Egzamin pisemny (podstawą oceny pozytywnej jest uzyskanie 51% wymaganych punktów).</w:t>
            </w:r>
            <w:r w:rsidR="4E0F37F2"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4E0F37F2" w:rsidRPr="52FD03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51%- 60% =3.0, 61%-70%=3.5, 71%-80%=4.0, 81%-90%=4.5, 91%-100%=5.0</w:t>
            </w:r>
          </w:p>
        </w:tc>
      </w:tr>
    </w:tbl>
    <w:p w14:paraId="0A2E49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F8AEA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0EF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CB64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F478F8F" w14:textId="77777777" w:rsidTr="003E1941">
        <w:tc>
          <w:tcPr>
            <w:tcW w:w="4962" w:type="dxa"/>
            <w:vAlign w:val="center"/>
          </w:tcPr>
          <w:p w14:paraId="22E25A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BD753D" w14:textId="510DEBA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11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ABF36A" w14:textId="77777777" w:rsidTr="00923D7D">
        <w:tc>
          <w:tcPr>
            <w:tcW w:w="4962" w:type="dxa"/>
          </w:tcPr>
          <w:p w14:paraId="575B38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83ADB5" w14:textId="22EFA99B" w:rsidR="0085747A" w:rsidRPr="009C54AE" w:rsidRDefault="00250712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0786E06A" w14:textId="77777777" w:rsidTr="00923D7D">
        <w:tc>
          <w:tcPr>
            <w:tcW w:w="4962" w:type="dxa"/>
          </w:tcPr>
          <w:p w14:paraId="46A5EA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184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85161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493A178" w14:textId="77777777" w:rsidTr="00923D7D">
        <w:tc>
          <w:tcPr>
            <w:tcW w:w="4962" w:type="dxa"/>
          </w:tcPr>
          <w:p w14:paraId="512EDCBE" w14:textId="5195A59F" w:rsidR="00C61DC5" w:rsidRPr="009C54AE" w:rsidRDefault="00C61DC5" w:rsidP="008B1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B17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DD73832" w14:textId="6A6BB2D8" w:rsidR="00C61DC5" w:rsidRPr="009C54AE" w:rsidRDefault="00250712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69</w:t>
            </w:r>
          </w:p>
        </w:tc>
      </w:tr>
      <w:tr w:rsidR="0085747A" w:rsidRPr="009C54AE" w14:paraId="3B8EAC5C" w14:textId="77777777" w:rsidTr="00923D7D">
        <w:tc>
          <w:tcPr>
            <w:tcW w:w="4962" w:type="dxa"/>
          </w:tcPr>
          <w:p w14:paraId="7EA641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1D3BDF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757BAA8" w14:textId="77777777" w:rsidTr="00923D7D">
        <w:tc>
          <w:tcPr>
            <w:tcW w:w="4962" w:type="dxa"/>
          </w:tcPr>
          <w:p w14:paraId="6B771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CC57F9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098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6F95F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95F3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B6B9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B00C4D6" w14:textId="77777777" w:rsidTr="00A31170">
        <w:trPr>
          <w:trHeight w:val="397"/>
        </w:trPr>
        <w:tc>
          <w:tcPr>
            <w:tcW w:w="2359" w:type="pct"/>
          </w:tcPr>
          <w:p w14:paraId="21F8C6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F4BCED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C88615" w14:textId="77777777" w:rsidTr="00A31170">
        <w:trPr>
          <w:trHeight w:val="397"/>
        </w:trPr>
        <w:tc>
          <w:tcPr>
            <w:tcW w:w="2359" w:type="pct"/>
          </w:tcPr>
          <w:p w14:paraId="778C1F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9EA90F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CCA11B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D5B9B" w14:textId="77777777" w:rsidR="0018469B" w:rsidRPr="009C54AE" w:rsidRDefault="001846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018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6AAD7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33F6A24" w14:textId="77777777" w:rsidTr="2DD6E431">
        <w:trPr>
          <w:trHeight w:val="397"/>
        </w:trPr>
        <w:tc>
          <w:tcPr>
            <w:tcW w:w="5000" w:type="pct"/>
          </w:tcPr>
          <w:p w14:paraId="778E65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E38D8A" w14:textId="77777777" w:rsidR="00704CA0" w:rsidRPr="003501E7" w:rsidRDefault="001C59FF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B35F6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B99F8E" w14:textId="77777777" w:rsidR="00D078C8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2ADBCF" w14:textId="77777777" w:rsidR="00704CA0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Ekonomika przedsiębiorstw, red. J.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Engelhardt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  <w:tr w:rsidR="0085747A" w:rsidRPr="009C54AE" w14:paraId="76843F74" w14:textId="77777777" w:rsidTr="2DD6E431">
        <w:trPr>
          <w:trHeight w:val="397"/>
        </w:trPr>
        <w:tc>
          <w:tcPr>
            <w:tcW w:w="5000" w:type="pct"/>
          </w:tcPr>
          <w:p w14:paraId="62D7CE07" w14:textId="77777777" w:rsidR="0085747A" w:rsidRDefault="0085747A" w:rsidP="2DD6E4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C07D290" w14:textId="77777777" w:rsidR="00704CA0" w:rsidRDefault="00704CA0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Mierzejewska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Majcherek J.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Ekonomika przedsiębiorstw,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Difin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Warszawa 2009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4F55C967" w14:textId="0D156925" w:rsidR="00D078C8" w:rsidRPr="00D078C8" w:rsidRDefault="00D078C8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Nasalski Z., Ekonomika i organizacja przedsiębiorstw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Uniwersytet Warmińsko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Mazurski w Olsztynie, 2006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2325A6FF" w14:textId="7BF99848" w:rsidR="00D078C8" w:rsidRPr="00D078C8" w:rsidRDefault="1F62F869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Gierczak-Korzeniowska B., 2017, The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impact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benchlearning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on the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value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human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capital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Reflections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on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airline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case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study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“Nierówności społeczne a wzrost gospodarczy”, nr 51</w:t>
            </w:r>
          </w:p>
        </w:tc>
      </w:tr>
    </w:tbl>
    <w:p w14:paraId="4A833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98D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6B0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6DD10" w14:textId="77777777" w:rsidR="00E51F63" w:rsidRDefault="00E51F63" w:rsidP="00C16ABF">
      <w:pPr>
        <w:spacing w:after="0" w:line="240" w:lineRule="auto"/>
      </w:pPr>
      <w:r>
        <w:separator/>
      </w:r>
    </w:p>
  </w:endnote>
  <w:endnote w:type="continuationSeparator" w:id="0">
    <w:p w14:paraId="69995645" w14:textId="77777777" w:rsidR="00E51F63" w:rsidRDefault="00E51F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562AA" w14:textId="77777777" w:rsidR="00E51F63" w:rsidRDefault="00E51F63" w:rsidP="00C16ABF">
      <w:pPr>
        <w:spacing w:after="0" w:line="240" w:lineRule="auto"/>
      </w:pPr>
      <w:r>
        <w:separator/>
      </w:r>
    </w:p>
  </w:footnote>
  <w:footnote w:type="continuationSeparator" w:id="0">
    <w:p w14:paraId="35B374C3" w14:textId="77777777" w:rsidR="00E51F63" w:rsidRDefault="00E51F63" w:rsidP="00C16ABF">
      <w:pPr>
        <w:spacing w:after="0" w:line="240" w:lineRule="auto"/>
      </w:pPr>
      <w:r>
        <w:continuationSeparator/>
      </w:r>
    </w:p>
  </w:footnote>
  <w:footnote w:id="1">
    <w:p w14:paraId="2C7E7C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460C"/>
    <w:multiLevelType w:val="hybridMultilevel"/>
    <w:tmpl w:val="1BD28B28"/>
    <w:lvl w:ilvl="0" w:tplc="F1201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DAB7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2D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27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49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42B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40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061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C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64A4C"/>
    <w:multiLevelType w:val="hybridMultilevel"/>
    <w:tmpl w:val="2ED4FED8"/>
    <w:lvl w:ilvl="0" w:tplc="41362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2A0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22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E3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C4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8F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E1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A8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09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0795F"/>
    <w:multiLevelType w:val="hybridMultilevel"/>
    <w:tmpl w:val="11568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2923"/>
    <w:multiLevelType w:val="hybridMultilevel"/>
    <w:tmpl w:val="A984A5CE"/>
    <w:lvl w:ilvl="0" w:tplc="533C9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B41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D4A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82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AB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27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83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0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6E2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12145"/>
    <w:multiLevelType w:val="hybridMultilevel"/>
    <w:tmpl w:val="1BF4E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FB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26B"/>
    <w:rsid w:val="001737CF"/>
    <w:rsid w:val="0017512A"/>
    <w:rsid w:val="00176083"/>
    <w:rsid w:val="0018469B"/>
    <w:rsid w:val="00192F37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712"/>
    <w:rsid w:val="002537CD"/>
    <w:rsid w:val="002656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3018BA"/>
    <w:rsid w:val="0030395F"/>
    <w:rsid w:val="00305C92"/>
    <w:rsid w:val="00310EF9"/>
    <w:rsid w:val="003151C5"/>
    <w:rsid w:val="003343CF"/>
    <w:rsid w:val="00342FCC"/>
    <w:rsid w:val="00346FE9"/>
    <w:rsid w:val="0034759A"/>
    <w:rsid w:val="003503F6"/>
    <w:rsid w:val="003530DD"/>
    <w:rsid w:val="00363F78"/>
    <w:rsid w:val="003A0A5B"/>
    <w:rsid w:val="003A1176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76EC0"/>
    <w:rsid w:val="004840FD"/>
    <w:rsid w:val="00490F7D"/>
    <w:rsid w:val="00491678"/>
    <w:rsid w:val="004968E2"/>
    <w:rsid w:val="004A09C9"/>
    <w:rsid w:val="004A29D4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CB3"/>
    <w:rsid w:val="0081554D"/>
    <w:rsid w:val="0081707E"/>
    <w:rsid w:val="00827895"/>
    <w:rsid w:val="00836F8D"/>
    <w:rsid w:val="008449B3"/>
    <w:rsid w:val="008552A2"/>
    <w:rsid w:val="0085747A"/>
    <w:rsid w:val="00884922"/>
    <w:rsid w:val="00885F64"/>
    <w:rsid w:val="008917F9"/>
    <w:rsid w:val="008A45F7"/>
    <w:rsid w:val="008B17AB"/>
    <w:rsid w:val="008C0CC0"/>
    <w:rsid w:val="008C19A9"/>
    <w:rsid w:val="008C379D"/>
    <w:rsid w:val="008C5147"/>
    <w:rsid w:val="008C5359"/>
    <w:rsid w:val="008C5363"/>
    <w:rsid w:val="008D3DFB"/>
    <w:rsid w:val="008E399D"/>
    <w:rsid w:val="008E64F4"/>
    <w:rsid w:val="008F12C9"/>
    <w:rsid w:val="008F6E29"/>
    <w:rsid w:val="00913D70"/>
    <w:rsid w:val="00916188"/>
    <w:rsid w:val="00923D7D"/>
    <w:rsid w:val="009508DF"/>
    <w:rsid w:val="00950DAC"/>
    <w:rsid w:val="00954A07"/>
    <w:rsid w:val="0095771F"/>
    <w:rsid w:val="00984B23"/>
    <w:rsid w:val="00991867"/>
    <w:rsid w:val="00997F14"/>
    <w:rsid w:val="009A2C94"/>
    <w:rsid w:val="009A78D9"/>
    <w:rsid w:val="009C3E31"/>
    <w:rsid w:val="009C54AE"/>
    <w:rsid w:val="009C788E"/>
    <w:rsid w:val="009D25B5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117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9F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6ED"/>
    <w:rsid w:val="00B3130B"/>
    <w:rsid w:val="00B35F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17D"/>
    <w:rsid w:val="00CA284D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2BE"/>
    <w:rsid w:val="00DF71C8"/>
    <w:rsid w:val="00E129B8"/>
    <w:rsid w:val="00E20067"/>
    <w:rsid w:val="00E21E7D"/>
    <w:rsid w:val="00E22FBC"/>
    <w:rsid w:val="00E24BF5"/>
    <w:rsid w:val="00E25338"/>
    <w:rsid w:val="00E51E44"/>
    <w:rsid w:val="00E51F63"/>
    <w:rsid w:val="00E63348"/>
    <w:rsid w:val="00E661B9"/>
    <w:rsid w:val="00E742AA"/>
    <w:rsid w:val="00E77E88"/>
    <w:rsid w:val="00E8107D"/>
    <w:rsid w:val="00E92173"/>
    <w:rsid w:val="00E960BB"/>
    <w:rsid w:val="00EA2074"/>
    <w:rsid w:val="00EA4832"/>
    <w:rsid w:val="00EA4E9D"/>
    <w:rsid w:val="00EC4899"/>
    <w:rsid w:val="00ED03AB"/>
    <w:rsid w:val="00ED21E8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1892866"/>
    <w:rsid w:val="019A4961"/>
    <w:rsid w:val="0831E195"/>
    <w:rsid w:val="0FAD7B60"/>
    <w:rsid w:val="10AB47B7"/>
    <w:rsid w:val="14BF2656"/>
    <w:rsid w:val="15D0DD62"/>
    <w:rsid w:val="172BA437"/>
    <w:rsid w:val="1897F46F"/>
    <w:rsid w:val="1AE81684"/>
    <w:rsid w:val="1B25DA43"/>
    <w:rsid w:val="1F0D75F9"/>
    <w:rsid w:val="1F62F869"/>
    <w:rsid w:val="1FE2B38D"/>
    <w:rsid w:val="2290E7B9"/>
    <w:rsid w:val="22D3D28F"/>
    <w:rsid w:val="26F80357"/>
    <w:rsid w:val="2DD6E431"/>
    <w:rsid w:val="3820C7EA"/>
    <w:rsid w:val="398F7980"/>
    <w:rsid w:val="3E61EFE9"/>
    <w:rsid w:val="421252D7"/>
    <w:rsid w:val="445933EE"/>
    <w:rsid w:val="4A34E98F"/>
    <w:rsid w:val="4BB019A2"/>
    <w:rsid w:val="4C729480"/>
    <w:rsid w:val="4E0F37F2"/>
    <w:rsid w:val="4FECFAC3"/>
    <w:rsid w:val="50192963"/>
    <w:rsid w:val="51FB90FA"/>
    <w:rsid w:val="52FD03CA"/>
    <w:rsid w:val="57369448"/>
    <w:rsid w:val="5D19E938"/>
    <w:rsid w:val="6430605F"/>
    <w:rsid w:val="662151C8"/>
    <w:rsid w:val="690A63C9"/>
    <w:rsid w:val="694929C1"/>
    <w:rsid w:val="6D4A5AD4"/>
    <w:rsid w:val="6D5B609B"/>
    <w:rsid w:val="6DE8827E"/>
    <w:rsid w:val="70BACCF9"/>
    <w:rsid w:val="788B82A3"/>
    <w:rsid w:val="7894F320"/>
    <w:rsid w:val="7BA25066"/>
    <w:rsid w:val="7CF15735"/>
    <w:rsid w:val="7FFE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5F36"/>
  <w15:docId w15:val="{326E4793-51D4-4E42-8E2F-C520A0B4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character" w:styleId="Odwoaniedokomentarza">
    <w:name w:val="annotation reference"/>
    <w:basedOn w:val="Domylnaczcionkaakapitu"/>
    <w:uiPriority w:val="99"/>
    <w:semiHidden/>
    <w:unhideWhenUsed/>
    <w:rsid w:val="00913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D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D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D7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B1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B17AB"/>
  </w:style>
  <w:style w:type="character" w:customStyle="1" w:styleId="spellingerror">
    <w:name w:val="spellingerror"/>
    <w:basedOn w:val="Domylnaczcionkaakapitu"/>
    <w:rsid w:val="008B17AB"/>
  </w:style>
  <w:style w:type="character" w:customStyle="1" w:styleId="eop">
    <w:name w:val="eop"/>
    <w:basedOn w:val="Domylnaczcionkaakapitu"/>
    <w:rsid w:val="008B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435FD-DD0D-4C75-90D0-C2F3F0BE6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EC8D39-DAE7-4FAC-8AE0-6F20C095A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CFB76-8267-429D-9D4A-88856DFEC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351F76-4F39-48A0-9E1C-EB3D4026E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920</Words>
  <Characters>5520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39</cp:revision>
  <cp:lastPrinted>2019-02-06T12:12:00Z</cp:lastPrinted>
  <dcterms:created xsi:type="dcterms:W3CDTF">2020-10-18T14:22:00Z</dcterms:created>
  <dcterms:modified xsi:type="dcterms:W3CDTF">2021-09-03T09:31:00Z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